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B5B" w:rsidRPr="00122970" w:rsidRDefault="00636B5B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636B5B" w:rsidRDefault="00636B5B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636B5B" w:rsidRPr="00371B2B" w:rsidRDefault="00636B5B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636B5B" w:rsidRPr="00371B2B" w:rsidRDefault="00636B5B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  <w:bookmarkStart w:id="0" w:name="_GoBack"/>
      <w:bookmarkEnd w:id="0"/>
    </w:p>
    <w:p w:rsidR="00636B5B" w:rsidRDefault="00636B5B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636B5B" w:rsidRPr="00371B2B" w:rsidRDefault="00636B5B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636B5B" w:rsidRPr="00371B2B" w:rsidRDefault="00636B5B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636B5B" w:rsidRDefault="00636B5B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636B5B" w:rsidRDefault="00636B5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Zespół Szkół w Maliniu</w:t>
      </w:r>
    </w:p>
    <w:p w:rsidR="00636B5B" w:rsidRPr="00144DB4" w:rsidRDefault="00636B5B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Tuszów Narodowy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Tuszów Narodowy 225</w:t>
      </w:r>
      <w:r>
        <w:rPr>
          <w:rFonts w:eastAsia="Calibri" w:cs="Times New Roman"/>
          <w:i/>
          <w:szCs w:val="24"/>
          <w:lang w:eastAsia="en-US"/>
        </w:rPr>
        <w:br/>
      </w:r>
      <w:r w:rsidRPr="00F44F42">
        <w:rPr>
          <w:rFonts w:eastAsia="Calibri" w:cs="Times New Roman"/>
          <w:i/>
          <w:noProof/>
          <w:szCs w:val="24"/>
          <w:lang w:eastAsia="en-US"/>
        </w:rPr>
        <w:t>39-332 Tuszów Narodowy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636B5B" w:rsidRPr="00371B2B" w:rsidRDefault="00636B5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636B5B" w:rsidRDefault="00636B5B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636B5B" w:rsidRPr="00122970" w:rsidRDefault="00636B5B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636B5B" w:rsidRPr="00371B2B" w:rsidRDefault="00636B5B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636B5B" w:rsidRDefault="00636B5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636B5B" w:rsidRPr="00122970" w:rsidRDefault="00636B5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636B5B" w:rsidRPr="00F36C31" w:rsidRDefault="00636B5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636B5B" w:rsidRDefault="00636B5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636B5B" w:rsidRPr="00122970" w:rsidRDefault="00636B5B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636B5B" w:rsidRDefault="00636B5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Malinie 220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39-331 Chorzelów</w:t>
      </w:r>
    </w:p>
    <w:p w:rsidR="00636B5B" w:rsidRPr="00F36C31" w:rsidRDefault="00636B5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636B5B" w:rsidRPr="00F36C31" w:rsidRDefault="00636B5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636B5B" w:rsidRPr="00122970" w:rsidRDefault="00636B5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636B5B" w:rsidRDefault="00636B5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spmalinie@tuszownarodowy.pl</w:t>
      </w:r>
    </w:p>
    <w:p w:rsidR="00636B5B" w:rsidRPr="00F36C31" w:rsidRDefault="00636B5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636B5B" w:rsidRPr="007D3844" w:rsidRDefault="00636B5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636B5B" w:rsidRPr="00122970" w:rsidRDefault="00636B5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636B5B" w:rsidRDefault="00636B5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774-32-20</w:t>
      </w:r>
    </w:p>
    <w:p w:rsidR="00636B5B" w:rsidRPr="00F36C31" w:rsidRDefault="00636B5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636B5B" w:rsidRDefault="00636B5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636B5B" w:rsidRPr="00122970" w:rsidRDefault="00636B5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636B5B" w:rsidRPr="00371B2B" w:rsidRDefault="00636B5B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8171984740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636B5B" w:rsidRDefault="00636B5B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636B5B" w:rsidRDefault="00636B5B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636B5B" w:rsidRPr="00371B2B" w:rsidTr="006A1006">
        <w:tc>
          <w:tcPr>
            <w:tcW w:w="421" w:type="dxa"/>
          </w:tcPr>
          <w:p w:rsidR="00636B5B" w:rsidRPr="006930BA" w:rsidRDefault="00636B5B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636B5B" w:rsidRPr="00371B2B" w:rsidRDefault="00636B5B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636B5B" w:rsidRDefault="00636B5B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636B5B" w:rsidRPr="00371B2B" w:rsidRDefault="00636B5B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636B5B" w:rsidRPr="00371B2B" w:rsidRDefault="00636B5B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636B5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636B5B" w:rsidRPr="00371B2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636B5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636B5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636B5B" w:rsidRDefault="00636B5B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Default="00636B5B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636B5B" w:rsidRPr="00371B2B" w:rsidRDefault="00636B5B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Default="00636B5B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636B5B" w:rsidRPr="00371B2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636B5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636B5B" w:rsidRDefault="00636B5B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636B5B" w:rsidRDefault="00636B5B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636B5B" w:rsidRPr="00371B2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636B5B" w:rsidRPr="00371B2B" w:rsidRDefault="00636B5B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Pr="009C5635" w:rsidRDefault="00636B5B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636B5B" w:rsidRPr="009C5635" w:rsidRDefault="00636B5B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9C5635" w:rsidTr="006A1006">
        <w:tc>
          <w:tcPr>
            <w:tcW w:w="421" w:type="dxa"/>
          </w:tcPr>
          <w:p w:rsidR="00636B5B" w:rsidRPr="009C5635" w:rsidRDefault="00636B5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Pr="009C5635" w:rsidRDefault="00636B5B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636B5B" w:rsidRPr="009C5635" w:rsidRDefault="00636B5B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9C5635" w:rsidTr="006A1006">
        <w:tc>
          <w:tcPr>
            <w:tcW w:w="421" w:type="dxa"/>
          </w:tcPr>
          <w:p w:rsidR="00636B5B" w:rsidRPr="009C5635" w:rsidRDefault="00636B5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Pr="009C5635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636B5B" w:rsidRPr="009C5635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9C5635" w:rsidTr="006A1006">
        <w:tc>
          <w:tcPr>
            <w:tcW w:w="421" w:type="dxa"/>
          </w:tcPr>
          <w:p w:rsidR="00636B5B" w:rsidRPr="009C5635" w:rsidRDefault="00636B5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Pr="009C5635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636B5B" w:rsidRPr="009C5635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9C5635" w:rsidTr="006A1006">
        <w:tc>
          <w:tcPr>
            <w:tcW w:w="421" w:type="dxa"/>
          </w:tcPr>
          <w:p w:rsidR="00636B5B" w:rsidRPr="009C5635" w:rsidRDefault="00636B5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Default="00636B5B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636B5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636B5B" w:rsidRPr="00371B2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Default="00636B5B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636B5B" w:rsidRDefault="00636B5B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636B5B" w:rsidRPr="00371B2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Pr="00371B2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636B5B" w:rsidRPr="00371B2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36B5B" w:rsidRDefault="00636B5B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36B5B" w:rsidRDefault="00636B5B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Default="00636B5B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36B5B" w:rsidRDefault="00636B5B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36B5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636B5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36B5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Default="00636B5B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36B5B" w:rsidRDefault="00636B5B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636B5B" w:rsidRPr="008611E1" w:rsidRDefault="00636B5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Default="00636B5B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636B5B" w:rsidRPr="008611E1" w:rsidRDefault="00636B5B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36B5B" w:rsidRPr="00371B2B" w:rsidTr="006A1006">
        <w:tc>
          <w:tcPr>
            <w:tcW w:w="421" w:type="dxa"/>
          </w:tcPr>
          <w:p w:rsidR="00636B5B" w:rsidRPr="00371B2B" w:rsidRDefault="00636B5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36B5B" w:rsidRPr="00763E28" w:rsidRDefault="00636B5B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636B5B" w:rsidRPr="00371B2B" w:rsidRDefault="00636B5B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636B5B" w:rsidRPr="009C5635" w:rsidRDefault="00636B5B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636B5B" w:rsidRPr="00AD7837" w:rsidTr="00617577">
        <w:trPr>
          <w:trHeight w:val="413"/>
        </w:trPr>
        <w:tc>
          <w:tcPr>
            <w:tcW w:w="534" w:type="dxa"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636B5B" w:rsidRPr="00AD7837" w:rsidRDefault="00636B5B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636B5B" w:rsidRPr="00AD7837" w:rsidTr="00617577">
        <w:trPr>
          <w:trHeight w:val="559"/>
        </w:trPr>
        <w:tc>
          <w:tcPr>
            <w:tcW w:w="534" w:type="dxa"/>
            <w:vMerge w:val="restart"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636B5B" w:rsidRPr="00AD7837" w:rsidRDefault="00636B5B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636B5B" w:rsidRPr="00AD7837" w:rsidRDefault="00636B5B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636B5B" w:rsidRPr="00A33AEA" w:rsidRDefault="00636B5B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636B5B" w:rsidRPr="00AD7837" w:rsidTr="00617577">
        <w:trPr>
          <w:trHeight w:val="318"/>
        </w:trPr>
        <w:tc>
          <w:tcPr>
            <w:tcW w:w="534" w:type="dxa"/>
            <w:vMerge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636B5B" w:rsidRPr="00AD7837" w:rsidRDefault="00636B5B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636B5B" w:rsidRPr="00AD7837" w:rsidRDefault="00636B5B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636B5B" w:rsidRPr="00AD7837" w:rsidTr="00617577">
        <w:trPr>
          <w:trHeight w:val="962"/>
        </w:trPr>
        <w:tc>
          <w:tcPr>
            <w:tcW w:w="534" w:type="dxa"/>
            <w:vMerge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636B5B" w:rsidRPr="00AD7837" w:rsidRDefault="00636B5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636B5B" w:rsidRPr="00AD7837" w:rsidRDefault="00636B5B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636B5B" w:rsidRPr="00AD7837" w:rsidRDefault="00636B5B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636B5B" w:rsidRPr="00AD7837" w:rsidTr="00617577">
        <w:trPr>
          <w:trHeight w:val="408"/>
        </w:trPr>
        <w:tc>
          <w:tcPr>
            <w:tcW w:w="534" w:type="dxa"/>
            <w:vAlign w:val="center"/>
          </w:tcPr>
          <w:p w:rsidR="00636B5B" w:rsidRPr="00412B9E" w:rsidRDefault="00636B5B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636B5B" w:rsidRPr="00412B9E" w:rsidRDefault="00636B5B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8018590365500019356216</w:t>
            </w:r>
          </w:p>
        </w:tc>
        <w:tc>
          <w:tcPr>
            <w:tcW w:w="1701" w:type="dxa"/>
            <w:vAlign w:val="center"/>
          </w:tcPr>
          <w:p w:rsidR="00636B5B" w:rsidRDefault="00636B5B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Malinie 220</w:t>
            </w:r>
          </w:p>
          <w:p w:rsidR="00636B5B" w:rsidRPr="00412B9E" w:rsidRDefault="00636B5B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39-331 Chorzelów</w:t>
            </w:r>
          </w:p>
        </w:tc>
        <w:tc>
          <w:tcPr>
            <w:tcW w:w="1075" w:type="dxa"/>
            <w:vAlign w:val="center"/>
          </w:tcPr>
          <w:p w:rsidR="00636B5B" w:rsidRPr="00412B9E" w:rsidRDefault="00636B5B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636B5B" w:rsidRPr="00412B9E" w:rsidRDefault="00636B5B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636B5B" w:rsidRPr="00412B9E" w:rsidRDefault="00636B5B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636B5B" w:rsidRPr="00412B9E" w:rsidRDefault="00636B5B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636B5B" w:rsidRPr="00412B9E" w:rsidRDefault="00DD0A39" w:rsidP="00DD0A3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636B5B" w:rsidRPr="00AD7837" w:rsidTr="00617577">
        <w:trPr>
          <w:trHeight w:val="444"/>
        </w:trPr>
        <w:tc>
          <w:tcPr>
            <w:tcW w:w="534" w:type="dxa"/>
            <w:vAlign w:val="center"/>
          </w:tcPr>
          <w:p w:rsidR="00636B5B" w:rsidRPr="00412B9E" w:rsidRDefault="00636B5B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636B5B" w:rsidRPr="00412B9E" w:rsidRDefault="00636B5B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8018590365500085178675</w:t>
            </w:r>
          </w:p>
        </w:tc>
        <w:tc>
          <w:tcPr>
            <w:tcW w:w="1701" w:type="dxa"/>
            <w:vAlign w:val="center"/>
          </w:tcPr>
          <w:p w:rsidR="00636B5B" w:rsidRDefault="00636B5B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Malinie 2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20</w:t>
            </w:r>
          </w:p>
          <w:p w:rsidR="00636B5B" w:rsidRPr="00412B9E" w:rsidRDefault="00636B5B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39-331 Chorzelów</w:t>
            </w:r>
          </w:p>
        </w:tc>
        <w:tc>
          <w:tcPr>
            <w:tcW w:w="1075" w:type="dxa"/>
            <w:vAlign w:val="center"/>
          </w:tcPr>
          <w:p w:rsidR="00636B5B" w:rsidRPr="00412B9E" w:rsidRDefault="00636B5B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636B5B" w:rsidRPr="00412B9E" w:rsidRDefault="00636B5B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636B5B" w:rsidRPr="00412B9E" w:rsidRDefault="00636B5B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636B5B" w:rsidRPr="00412B9E" w:rsidRDefault="00636B5B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636B5B" w:rsidRPr="00412B9E" w:rsidRDefault="00DD0A39" w:rsidP="00DD0A3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636B5B" w:rsidRPr="00AD7837" w:rsidTr="00617577">
        <w:trPr>
          <w:trHeight w:val="444"/>
        </w:trPr>
        <w:tc>
          <w:tcPr>
            <w:tcW w:w="534" w:type="dxa"/>
            <w:vAlign w:val="center"/>
          </w:tcPr>
          <w:p w:rsidR="00636B5B" w:rsidRDefault="00636B5B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:rsidR="00636B5B" w:rsidRDefault="00636B5B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8018590365500085347729</w:t>
            </w:r>
          </w:p>
        </w:tc>
        <w:tc>
          <w:tcPr>
            <w:tcW w:w="1701" w:type="dxa"/>
            <w:vAlign w:val="center"/>
          </w:tcPr>
          <w:p w:rsidR="00636B5B" w:rsidRDefault="00636B5B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Ławnica</w:t>
            </w:r>
          </w:p>
          <w:p w:rsidR="00636B5B" w:rsidRDefault="00636B5B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39-332 Tuszów Narodowy</w:t>
            </w:r>
          </w:p>
        </w:tc>
        <w:tc>
          <w:tcPr>
            <w:tcW w:w="1075" w:type="dxa"/>
            <w:vAlign w:val="center"/>
          </w:tcPr>
          <w:p w:rsidR="00636B5B" w:rsidRPr="00412B9E" w:rsidRDefault="00636B5B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636B5B" w:rsidRDefault="00636B5B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636B5B" w:rsidRPr="00412B9E" w:rsidRDefault="00636B5B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636B5B" w:rsidRPr="00412B9E" w:rsidRDefault="00636B5B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636B5B" w:rsidRPr="00412B9E" w:rsidRDefault="00DD0A39" w:rsidP="00DD0A3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636B5B" w:rsidRPr="008611E1" w:rsidRDefault="00636B5B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636B5B" w:rsidRPr="008611E1" w:rsidRDefault="00636B5B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636B5B" w:rsidRDefault="00636B5B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636B5B" w:rsidRDefault="00636B5B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636B5B" w:rsidRPr="004760F6" w:rsidTr="002C13B3">
        <w:trPr>
          <w:trHeight w:val="309"/>
        </w:trPr>
        <w:tc>
          <w:tcPr>
            <w:tcW w:w="2694" w:type="dxa"/>
          </w:tcPr>
          <w:p w:rsidR="00636B5B" w:rsidRPr="004760F6" w:rsidRDefault="00636B5B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636B5B" w:rsidRPr="004760F6" w:rsidRDefault="00636B5B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636B5B" w:rsidRPr="004760F6" w:rsidRDefault="00636B5B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636B5B" w:rsidRPr="004760F6" w:rsidTr="002C13B3">
        <w:trPr>
          <w:trHeight w:val="689"/>
        </w:trPr>
        <w:tc>
          <w:tcPr>
            <w:tcW w:w="2694" w:type="dxa"/>
          </w:tcPr>
          <w:p w:rsidR="00636B5B" w:rsidRPr="004760F6" w:rsidRDefault="00636B5B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636B5B" w:rsidRPr="004760F6" w:rsidRDefault="00636B5B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636B5B" w:rsidRPr="004760F6" w:rsidRDefault="00636B5B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636B5B" w:rsidRPr="00B63457" w:rsidRDefault="00636B5B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636B5B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5F3" w:rsidRDefault="007765F3">
      <w:r>
        <w:separator/>
      </w:r>
    </w:p>
  </w:endnote>
  <w:endnote w:type="continuationSeparator" w:id="0">
    <w:p w:rsidR="007765F3" w:rsidRDefault="00776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5F3" w:rsidRDefault="007765F3">
      <w:r>
        <w:separator/>
      </w:r>
    </w:p>
  </w:footnote>
  <w:footnote w:type="continuationSeparator" w:id="0">
    <w:p w:rsidR="007765F3" w:rsidRDefault="007765F3">
      <w:r>
        <w:continuationSeparator/>
      </w:r>
    </w:p>
  </w:footnote>
  <w:footnote w:id="1">
    <w:p w:rsidR="00636B5B" w:rsidRPr="00EF7F64" w:rsidRDefault="00636B5B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636B5B" w:rsidRPr="00EF7F64" w:rsidRDefault="00636B5B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636B5B" w:rsidRPr="00EF7F64" w:rsidRDefault="00636B5B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636B5B" w:rsidRDefault="00636B5B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636B5B" w:rsidRPr="00822183" w:rsidRDefault="00636B5B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636B5B" w:rsidRDefault="00636B5B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636B5B" w:rsidRPr="00D23820" w:rsidRDefault="00636B5B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636B5B" w:rsidRPr="008611E1" w:rsidRDefault="00636B5B">
      <w:pPr>
        <w:pStyle w:val="Tekstprzypisudolnego"/>
        <w:rPr>
          <w:sz w:val="2"/>
          <w:szCs w:val="2"/>
        </w:rPr>
      </w:pPr>
    </w:p>
  </w:footnote>
  <w:footnote w:id="9">
    <w:p w:rsidR="00636B5B" w:rsidRPr="008611E1" w:rsidRDefault="00636B5B" w:rsidP="00CD0317">
      <w:pPr>
        <w:pStyle w:val="Tekstprzypisudolnego"/>
        <w:rPr>
          <w:sz w:val="2"/>
          <w:szCs w:val="2"/>
        </w:rPr>
      </w:pPr>
    </w:p>
  </w:footnote>
  <w:footnote w:id="10">
    <w:p w:rsidR="00636B5B" w:rsidRPr="008611E1" w:rsidRDefault="00636B5B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C26" w:rsidRPr="00122970" w:rsidRDefault="00590C26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DD0A39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0C26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D687F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36B5B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5F3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7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A39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1C0BBD2-96AE-499A-ABA6-932E0D3BA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</TotalTime>
  <Pages>5</Pages>
  <Words>1171</Words>
  <Characters>7031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2022-07-03T12:17:00Z</dcterms:created>
  <dcterms:modified xsi:type="dcterms:W3CDTF">2022-08-09T12:53:00Z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